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DB6181">
            <w:pPr>
              <w:pStyle w:val="CUSTOMBoldColumnHeading"/>
            </w:pPr>
            <w:r>
              <w:t xml:space="preserve">Assessed by: </w:t>
            </w:r>
            <w:r w:rsidR="00DB6181">
              <w:rPr>
                <w:b w:val="0"/>
              </w:rPr>
              <w:t>Daniel Sims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B6181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994455" w:rsidRPr="00994455">
              <w:t>WILKES, NICOLA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DB6181" w:rsidRPr="00DB6181">
              <w:t>LG10111803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B6181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DB6181">
              <w:t>29/07/2019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DB6181" w:rsidRPr="00DB6181">
              <w:t>31/07/1970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DB6181" w:rsidRPr="00DB6181">
              <w:t>456</w:t>
            </w:r>
            <w:r w:rsidR="00DB6181">
              <w:t xml:space="preserve"> </w:t>
            </w:r>
            <w:r w:rsidR="00DB6181" w:rsidRPr="00DB6181">
              <w:t>433</w:t>
            </w:r>
            <w:r w:rsidR="00DB6181">
              <w:t xml:space="preserve"> </w:t>
            </w:r>
            <w:r w:rsidR="00DB6181" w:rsidRPr="00DB6181">
              <w:t>4891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B6181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DB6181">
              <w:t>Outpatient</w:t>
            </w:r>
          </w:p>
        </w:tc>
      </w:tr>
      <w:tr w:rsidR="00A9651D" w:rsidTr="00735034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DB6181">
            <w:pPr>
              <w:pStyle w:val="CUSTOMHeaderText"/>
            </w:pPr>
            <w:r>
              <w:t xml:space="preserve">Referrer: </w:t>
            </w:r>
            <w:proofErr w:type="spellStart"/>
            <w:r w:rsidR="00DB6181">
              <w:t>Elgaddal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DB6181">
            <w:pPr>
              <w:pStyle w:val="CUSTOMHeaderText"/>
            </w:pPr>
            <w:r>
              <w:t xml:space="preserve">Hospital Site: </w:t>
            </w:r>
            <w:r w:rsidR="00DB6181">
              <w:t>QEH</w:t>
            </w:r>
          </w:p>
        </w:tc>
      </w:tr>
      <w:tr w:rsidR="00A9651D" w:rsidTr="00D309E9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813362">
            <w:pPr>
              <w:pStyle w:val="CUSTOMHeaderText"/>
            </w:pPr>
            <w:r>
              <w:t xml:space="preserve">Clinical Indications: </w:t>
            </w:r>
            <w:r w:rsidR="00DB6181" w:rsidRPr="00DB6181">
              <w:t xml:space="preserve">previous trauma to left shin, redness and possible </w:t>
            </w:r>
            <w:proofErr w:type="spellStart"/>
            <w:r w:rsidR="00DB6181" w:rsidRPr="00DB6181">
              <w:t>lipodermatosclerosis</w:t>
            </w:r>
            <w:proofErr w:type="spellEnd"/>
            <w:r w:rsidR="00DB6181" w:rsidRPr="00DB6181">
              <w:t xml:space="preserve"> on the left leg</w:t>
            </w:r>
            <w:proofErr w:type="gramStart"/>
            <w:r w:rsidR="00DB6181" w:rsidRPr="00DB6181">
              <w:t>, ?</w:t>
            </w:r>
            <w:proofErr w:type="gramEnd"/>
            <w:r w:rsidR="00DB6181" w:rsidRPr="00DB6181">
              <w:t xml:space="preserve"> </w:t>
            </w:r>
            <w:proofErr w:type="gramStart"/>
            <w:r w:rsidR="00DB6181" w:rsidRPr="00DB6181">
              <w:t>venous</w:t>
            </w:r>
            <w:proofErr w:type="gramEnd"/>
            <w:r w:rsidR="00DB6181" w:rsidRPr="00DB6181">
              <w:t xml:space="preserve"> </w:t>
            </w:r>
            <w:proofErr w:type="spellStart"/>
            <w:r w:rsidR="00DB6181" w:rsidRPr="00DB6181">
              <w:t>insuffic</w:t>
            </w:r>
            <w:proofErr w:type="spellEnd"/>
            <w:r w:rsidR="00DB6181" w:rsidRPr="00DB6181">
              <w:t>.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DB6181" w:rsidP="0002322E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>
                      <wp:simplePos x="0" y="0"/>
                      <wp:positionH relativeFrom="page">
                        <wp:posOffset>2531110</wp:posOffset>
                      </wp:positionH>
                      <wp:positionV relativeFrom="page">
                        <wp:posOffset>1715135</wp:posOffset>
                      </wp:positionV>
                      <wp:extent cx="1462405" cy="1840230"/>
                      <wp:effectExtent l="0" t="635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2405" cy="18402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GSV/ATV/SSV Incompetent 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GSV diameter:</w:t>
                                  </w: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thigh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4.6m</w:t>
                                  </w:r>
                                  <w:r w:rsidR="00255B9E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Mid thigh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4.4</w:t>
                                  </w:r>
                                  <w:r w:rsidR="00255B9E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Distal thigh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=4.4</w:t>
                                  </w:r>
                                  <w:r w:rsidR="00255B9E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mm 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GSV</w:t>
                                  </w:r>
                                  <w:r w:rsidR="00255B9E"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diameter: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Proximal</w:t>
                                  </w:r>
                                  <w:r w:rsidR="006A308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Calf </w:t>
                                  </w:r>
                                  <w:r w:rsidR="006A308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5.9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Mid Calf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3.5</w:t>
                                  </w:r>
                                  <w:r w:rsidR="00255B9E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255B9E" w:rsidRPr="00F835DA" w:rsidRDefault="006A3084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Distal Calf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5.8</w:t>
                                  </w:r>
                                  <w:r w:rsidR="00255B9E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  <w:r w:rsidR="00255B9E"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SSV diameter: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thigh 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0.0mm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Mid thigh</w:t>
                                  </w:r>
                                  <w:proofErr w:type="spellEnd"/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0.0mm</w:t>
                                  </w:r>
                                </w:p>
                                <w:p w:rsidR="00255B9E" w:rsidRPr="00F835DA" w:rsidRDefault="00255B9E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Distal thigh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0.0mm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margin-left:199.3pt;margin-top:135.05pt;width:115.15pt;height:144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" filled="f" stroked="f" strokeweight=".5pt">
                      <v:textbox style="mso-fit-shape-to-text:t" inset="0,0,0,0">
                        <w:txbxContent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GSV/ATV/SSV Incompetent 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GSV diameter:</w:t>
                            </w: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thigh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4.6m</w:t>
                            </w:r>
                            <w:r w:rsidR="00255B9E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Mid thigh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4.4</w:t>
                            </w:r>
                            <w:r w:rsidR="00255B9E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Distal thigh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=4.4</w:t>
                            </w:r>
                            <w:r w:rsidR="00255B9E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mm 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GSV</w:t>
                            </w:r>
                            <w:r w:rsidR="00255B9E"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diameter: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Proximal</w:t>
                            </w:r>
                            <w:r w:rsidR="006A308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Calf </w:t>
                            </w:r>
                            <w:r w:rsidR="006A3084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5.9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Mid Calf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3.5</w:t>
                            </w:r>
                            <w:r w:rsidR="00255B9E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255B9E" w:rsidRPr="00F835DA" w:rsidRDefault="006A3084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Distal Calf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5.8</w:t>
                            </w:r>
                            <w:r w:rsidR="00255B9E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  <w:r w:rsidR="00255B9E"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SSV diameter: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thigh 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0.0mm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Mid thigh</w:t>
                            </w:r>
                            <w:proofErr w:type="spellEnd"/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0.0mm</w:t>
                            </w:r>
                          </w:p>
                          <w:p w:rsidR="00255B9E" w:rsidRPr="00F835DA" w:rsidRDefault="00255B9E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Distal thigh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0.0mm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24FD1">
              <w:t>Left</w:t>
            </w:r>
            <w:r w:rsidR="00A078E6">
              <w:t xml:space="preserve"> Lower Limb </w:t>
            </w:r>
            <w:r w:rsidR="009B724B">
              <w:t>– Venous I</w:t>
            </w:r>
            <w:r w:rsidR="00A078E6">
              <w:t>nsufficiency scan</w:t>
            </w:r>
            <w:r w:rsidR="009D68B6">
              <w:t xml:space="preserve"> – Diseased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6A3084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4177646</wp:posOffset>
                      </wp:positionH>
                      <wp:positionV relativeFrom="paragraph">
                        <wp:posOffset>3789114</wp:posOffset>
                      </wp:positionV>
                      <wp:extent cx="37958" cy="1064182"/>
                      <wp:effectExtent l="0" t="0" r="19685" b="22225"/>
                      <wp:wrapNone/>
                      <wp:docPr id="26" name="Free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58" cy="1064182"/>
                              </a:xfrm>
                              <a:custGeom>
                                <a:avLst/>
                                <a:gdLst>
                                  <a:gd name="connsiteX0" fmla="*/ 273 w 37958"/>
                                  <a:gd name="connsiteY0" fmla="*/ 48191 h 1064182"/>
                                  <a:gd name="connsiteX1" fmla="*/ 14903 w 37958"/>
                                  <a:gd name="connsiteY1" fmla="*/ 611461 h 1064182"/>
                                  <a:gd name="connsiteX2" fmla="*/ 14903 w 37958"/>
                                  <a:gd name="connsiteY2" fmla="*/ 1057689 h 1064182"/>
                                  <a:gd name="connsiteX3" fmla="*/ 36849 w 37958"/>
                                  <a:gd name="connsiteY3" fmla="*/ 823602 h 1064182"/>
                                  <a:gd name="connsiteX4" fmla="*/ 29534 w 37958"/>
                                  <a:gd name="connsiteY4" fmla="*/ 121343 h 1064182"/>
                                  <a:gd name="connsiteX5" fmla="*/ 273 w 37958"/>
                                  <a:gd name="connsiteY5" fmla="*/ 48191 h 1064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958" h="1064182">
                                    <a:moveTo>
                                      <a:pt x="273" y="48191"/>
                                    </a:moveTo>
                                    <a:cubicBezTo>
                                      <a:pt x="-2166" y="129877"/>
                                      <a:pt x="12465" y="443211"/>
                                      <a:pt x="14903" y="611461"/>
                                    </a:cubicBezTo>
                                    <a:cubicBezTo>
                                      <a:pt x="17341" y="779711"/>
                                      <a:pt x="11245" y="1022332"/>
                                      <a:pt x="14903" y="1057689"/>
                                    </a:cubicBezTo>
                                    <a:cubicBezTo>
                                      <a:pt x="18561" y="1093046"/>
                                      <a:pt x="34411" y="979660"/>
                                      <a:pt x="36849" y="823602"/>
                                    </a:cubicBezTo>
                                    <a:cubicBezTo>
                                      <a:pt x="39288" y="667544"/>
                                      <a:pt x="38068" y="255455"/>
                                      <a:pt x="29534" y="121343"/>
                                    </a:cubicBezTo>
                                    <a:cubicBezTo>
                                      <a:pt x="21000" y="-12769"/>
                                      <a:pt x="2712" y="-33495"/>
                                      <a:pt x="273" y="481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6" o:spid="_x0000_s1026" style="position:absolute;margin-left:328.95pt;margin-top:298.35pt;width:3pt;height:8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58,1064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" path="m273,48191v-2439,81686,12192,395020,14630,563270c17341,779711,11245,1022332,14903,1057689v3658,35357,19508,-78029,21946,-234087c39288,667544,38068,255455,29534,121343,21000,-12769,2712,-33495,273,48191xe" fillcolor="red" strokecolor="red" strokeweight="1pt">
                      <v:stroke joinstyle="miter"/>
                      <v:path arrowok="t" o:connecttype="custom" o:connectlocs="273,48191;14903,611461;14903,1057689;36849,823602;29534,121343;273,48191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4074998</wp:posOffset>
                      </wp:positionH>
                      <wp:positionV relativeFrom="paragraph">
                        <wp:posOffset>3814851</wp:posOffset>
                      </wp:positionV>
                      <wp:extent cx="102782" cy="1199693"/>
                      <wp:effectExtent l="19050" t="0" r="12065" b="38735"/>
                      <wp:wrapNone/>
                      <wp:docPr id="24" name="Freeform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782" cy="1199693"/>
                              </a:xfrm>
                              <a:custGeom>
                                <a:avLst/>
                                <a:gdLst>
                                  <a:gd name="connsiteX0" fmla="*/ 102413 w 102782"/>
                                  <a:gd name="connsiteY0" fmla="*/ 0 h 1199693"/>
                                  <a:gd name="connsiteX1" fmla="*/ 65837 w 102782"/>
                                  <a:gd name="connsiteY1" fmla="*/ 21946 h 1199693"/>
                                  <a:gd name="connsiteX2" fmla="*/ 51206 w 102782"/>
                                  <a:gd name="connsiteY2" fmla="*/ 51206 h 1199693"/>
                                  <a:gd name="connsiteX3" fmla="*/ 65837 w 102782"/>
                                  <a:gd name="connsiteY3" fmla="*/ 160934 h 1199693"/>
                                  <a:gd name="connsiteX4" fmla="*/ 58522 w 102782"/>
                                  <a:gd name="connsiteY4" fmla="*/ 204826 h 1199693"/>
                                  <a:gd name="connsiteX5" fmla="*/ 43891 w 102782"/>
                                  <a:gd name="connsiteY5" fmla="*/ 219456 h 1199693"/>
                                  <a:gd name="connsiteX6" fmla="*/ 29261 w 102782"/>
                                  <a:gd name="connsiteY6" fmla="*/ 241402 h 1199693"/>
                                  <a:gd name="connsiteX7" fmla="*/ 21946 w 102782"/>
                                  <a:gd name="connsiteY7" fmla="*/ 431597 h 1199693"/>
                                  <a:gd name="connsiteX8" fmla="*/ 7315 w 102782"/>
                                  <a:gd name="connsiteY8" fmla="*/ 482803 h 1199693"/>
                                  <a:gd name="connsiteX9" fmla="*/ 0 w 102782"/>
                                  <a:gd name="connsiteY9" fmla="*/ 519379 h 1199693"/>
                                  <a:gd name="connsiteX10" fmla="*/ 7315 w 102782"/>
                                  <a:gd name="connsiteY10" fmla="*/ 716890 h 1199693"/>
                                  <a:gd name="connsiteX11" fmla="*/ 43891 w 102782"/>
                                  <a:gd name="connsiteY11" fmla="*/ 753466 h 1199693"/>
                                  <a:gd name="connsiteX12" fmla="*/ 73152 w 102782"/>
                                  <a:gd name="connsiteY12" fmla="*/ 790042 h 1199693"/>
                                  <a:gd name="connsiteX13" fmla="*/ 80467 w 102782"/>
                                  <a:gd name="connsiteY13" fmla="*/ 819302 h 1199693"/>
                                  <a:gd name="connsiteX14" fmla="*/ 95098 w 102782"/>
                                  <a:gd name="connsiteY14" fmla="*/ 863194 h 1199693"/>
                                  <a:gd name="connsiteX15" fmla="*/ 102413 w 102782"/>
                                  <a:gd name="connsiteY15" fmla="*/ 936346 h 1199693"/>
                                  <a:gd name="connsiteX16" fmla="*/ 87782 w 102782"/>
                                  <a:gd name="connsiteY16" fmla="*/ 950976 h 1199693"/>
                                  <a:gd name="connsiteX17" fmla="*/ 73152 w 102782"/>
                                  <a:gd name="connsiteY17" fmla="*/ 1177747 h 1199693"/>
                                  <a:gd name="connsiteX18" fmla="*/ 65837 w 102782"/>
                                  <a:gd name="connsiteY18" fmla="*/ 1199693 h 1199693"/>
                                  <a:gd name="connsiteX19" fmla="*/ 51206 w 102782"/>
                                  <a:gd name="connsiteY19" fmla="*/ 1177747 h 11996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02782" h="1199693">
                                    <a:moveTo>
                                      <a:pt x="102413" y="0"/>
                                    </a:moveTo>
                                    <a:cubicBezTo>
                                      <a:pt x="90221" y="7315"/>
                                      <a:pt x="75891" y="11892"/>
                                      <a:pt x="65837" y="21946"/>
                                    </a:cubicBezTo>
                                    <a:cubicBezTo>
                                      <a:pt x="58126" y="29657"/>
                                      <a:pt x="51886" y="40323"/>
                                      <a:pt x="51206" y="51206"/>
                                    </a:cubicBezTo>
                                    <a:cubicBezTo>
                                      <a:pt x="47438" y="111499"/>
                                      <a:pt x="52316" y="120370"/>
                                      <a:pt x="65837" y="160934"/>
                                    </a:cubicBezTo>
                                    <a:cubicBezTo>
                                      <a:pt x="63399" y="175565"/>
                                      <a:pt x="63730" y="190938"/>
                                      <a:pt x="58522" y="204826"/>
                                    </a:cubicBezTo>
                                    <a:cubicBezTo>
                                      <a:pt x="56100" y="211284"/>
                                      <a:pt x="48199" y="214070"/>
                                      <a:pt x="43891" y="219456"/>
                                    </a:cubicBezTo>
                                    <a:cubicBezTo>
                                      <a:pt x="38399" y="226321"/>
                                      <a:pt x="34138" y="234087"/>
                                      <a:pt x="29261" y="241402"/>
                                    </a:cubicBezTo>
                                    <a:cubicBezTo>
                                      <a:pt x="26823" y="304800"/>
                                      <a:pt x="26166" y="368292"/>
                                      <a:pt x="21946" y="431597"/>
                                    </a:cubicBezTo>
                                    <a:cubicBezTo>
                                      <a:pt x="20702" y="450252"/>
                                      <a:pt x="11718" y="465191"/>
                                      <a:pt x="7315" y="482803"/>
                                    </a:cubicBezTo>
                                    <a:cubicBezTo>
                                      <a:pt x="4299" y="494865"/>
                                      <a:pt x="2438" y="507187"/>
                                      <a:pt x="0" y="519379"/>
                                    </a:cubicBezTo>
                                    <a:cubicBezTo>
                                      <a:pt x="2438" y="585216"/>
                                      <a:pt x="-4826" y="652136"/>
                                      <a:pt x="7315" y="716890"/>
                                    </a:cubicBezTo>
                                    <a:cubicBezTo>
                                      <a:pt x="10492" y="733837"/>
                                      <a:pt x="43891" y="753466"/>
                                      <a:pt x="43891" y="753466"/>
                                    </a:cubicBezTo>
                                    <a:cubicBezTo>
                                      <a:pt x="67804" y="825206"/>
                                      <a:pt x="29035" y="723867"/>
                                      <a:pt x="73152" y="790042"/>
                                    </a:cubicBezTo>
                                    <a:cubicBezTo>
                                      <a:pt x="78729" y="798407"/>
                                      <a:pt x="77578" y="809673"/>
                                      <a:pt x="80467" y="819302"/>
                                    </a:cubicBezTo>
                                    <a:cubicBezTo>
                                      <a:pt x="84899" y="834074"/>
                                      <a:pt x="95098" y="863194"/>
                                      <a:pt x="95098" y="863194"/>
                                    </a:cubicBezTo>
                                    <a:cubicBezTo>
                                      <a:pt x="97536" y="887578"/>
                                      <a:pt x="104448" y="911925"/>
                                      <a:pt x="102413" y="936346"/>
                                    </a:cubicBezTo>
                                    <a:cubicBezTo>
                                      <a:pt x="101840" y="943219"/>
                                      <a:pt x="88517" y="944118"/>
                                      <a:pt x="87782" y="950976"/>
                                    </a:cubicBezTo>
                                    <a:cubicBezTo>
                                      <a:pt x="74538" y="1074583"/>
                                      <a:pt x="93978" y="1094442"/>
                                      <a:pt x="73152" y="1177747"/>
                                    </a:cubicBezTo>
                                    <a:cubicBezTo>
                                      <a:pt x="71282" y="1185228"/>
                                      <a:pt x="68275" y="1192378"/>
                                      <a:pt x="65837" y="1199693"/>
                                    </a:cubicBezTo>
                                    <a:lnTo>
                                      <a:pt x="51206" y="1177747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4" o:spid="_x0000_s1026" style="position:absolute;margin-left:320.85pt;margin-top:300.4pt;width:8.1pt;height:9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782,1199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" path="m102413,c90221,7315,75891,11892,65837,21946,58126,29657,51886,40323,51206,51206v-3768,60293,1110,69164,14631,109728c63399,175565,63730,190938,58522,204826v-2422,6458,-10323,9244,-14631,14630c38399,226321,34138,234087,29261,241402v-2438,63398,-3095,126890,-7315,190195c20702,450252,11718,465191,7315,482803,4299,494865,2438,507187,,519379v2438,65837,-4826,132757,7315,197511c10492,733837,43891,753466,43891,753466v23913,71740,-14856,-29599,29261,36576c78729,798407,77578,809673,80467,819302v4432,14772,14631,43892,14631,43892c97536,887578,104448,911925,102413,936346v-573,6873,-13896,7772,-14631,14630c74538,1074583,93978,1094442,73152,1177747v-1870,7481,-4877,14631,-7315,21946l51206,1177747e" filled="f" strokecolor="red" strokeweight="1pt">
                      <v:stroke joinstyle="miter"/>
                      <v:path arrowok="t" o:connecttype="custom" o:connectlocs="102413,0;65837,21946;51206,51206;65837,160934;58522,204826;43891,219456;29261,241402;21946,431597;7315,482803;0,519379;7315,716890;43891,753466;73152,790042;80467,819302;95098,863194;102413,936346;87782,950976;73152,1177747;65837,1199693;51206,1177747" o:connectangles="0,0,0,0,0,0,0,0,0,0,0,0,0,0,0,0,0,0,0,0"/>
                    </v:shape>
                  </w:pict>
                </mc:Fallback>
              </mc:AlternateContent>
            </w:r>
          </w:p>
        </w:tc>
      </w:tr>
      <w:tr w:rsidR="009E0202" w:rsidTr="006A3084">
        <w:trPr>
          <w:trHeight w:hRule="exact" w:val="619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661023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994455" w:rsidRDefault="00994455" w:rsidP="00994455">
            <w:pPr>
              <w:jc w:val="both"/>
              <w:rPr>
                <w:b/>
                <w:color w:val="0D0D0D"/>
                <w:sz w:val="22"/>
                <w:u w:val="single"/>
              </w:rPr>
            </w:pPr>
          </w:p>
          <w:p w:rsidR="00994455" w:rsidRDefault="00994455" w:rsidP="00994455">
            <w:pPr>
              <w:jc w:val="both"/>
              <w:rPr>
                <w:b/>
                <w:color w:val="0D0D0D"/>
                <w:sz w:val="22"/>
                <w:u w:val="single"/>
              </w:rPr>
            </w:pPr>
          </w:p>
          <w:p w:rsidR="00994455" w:rsidRPr="003422BA" w:rsidRDefault="00994455" w:rsidP="00994455">
            <w:pPr>
              <w:jc w:val="both"/>
              <w:rPr>
                <w:b/>
                <w:color w:val="0D0D0D"/>
                <w:szCs w:val="20"/>
                <w:u w:val="single"/>
              </w:rPr>
            </w:pPr>
            <w:r w:rsidRPr="003422BA">
              <w:rPr>
                <w:b/>
                <w:color w:val="0D0D0D"/>
                <w:szCs w:val="20"/>
                <w:u w:val="single"/>
              </w:rPr>
              <w:t>US Doppler lower limb Veins Lt:</w:t>
            </w:r>
          </w:p>
          <w:p w:rsidR="00994455" w:rsidRPr="003422BA" w:rsidRDefault="00994455" w:rsidP="00994455">
            <w:pPr>
              <w:jc w:val="both"/>
              <w:rPr>
                <w:b/>
                <w:color w:val="0D0D0D"/>
                <w:szCs w:val="20"/>
                <w:u w:val="single"/>
              </w:rPr>
            </w:pPr>
          </w:p>
          <w:p w:rsidR="00994455" w:rsidRPr="003422BA" w:rsidRDefault="00994455" w:rsidP="00994455">
            <w:pPr>
              <w:jc w:val="both"/>
              <w:rPr>
                <w:b/>
                <w:color w:val="0D0D0D"/>
                <w:szCs w:val="20"/>
                <w:u w:val="single"/>
              </w:rPr>
            </w:pPr>
            <w:r w:rsidRPr="003422BA">
              <w:rPr>
                <w:b/>
                <w:color w:val="0D0D0D"/>
                <w:szCs w:val="20"/>
                <w:u w:val="single"/>
              </w:rPr>
              <w:t>Deep Veins:</w:t>
            </w:r>
          </w:p>
          <w:p w:rsidR="00994455" w:rsidRDefault="00994455" w:rsidP="00994455">
            <w:pPr>
              <w:jc w:val="both"/>
              <w:rPr>
                <w:color w:val="0D0D0D"/>
                <w:szCs w:val="20"/>
              </w:rPr>
            </w:pPr>
            <w:r w:rsidRPr="003422BA">
              <w:rPr>
                <w:color w:val="0D0D0D"/>
                <w:szCs w:val="20"/>
              </w:rPr>
              <w:t>The CFV, SFV, Popliteal, PTV and Peroneal veins are all patent and competent.</w:t>
            </w:r>
          </w:p>
          <w:p w:rsidR="00BD394E" w:rsidRPr="003422BA" w:rsidRDefault="00BD394E" w:rsidP="00994455">
            <w:pPr>
              <w:jc w:val="both"/>
              <w:rPr>
                <w:color w:val="0D0D0D"/>
                <w:szCs w:val="20"/>
              </w:rPr>
            </w:pPr>
          </w:p>
          <w:p w:rsidR="003422BA" w:rsidRPr="003422BA" w:rsidRDefault="003422BA" w:rsidP="00994455">
            <w:pPr>
              <w:jc w:val="both"/>
              <w:rPr>
                <w:color w:val="0D0D0D"/>
                <w:szCs w:val="20"/>
              </w:rPr>
            </w:pPr>
            <w:r w:rsidRPr="003422BA">
              <w:rPr>
                <w:color w:val="0D0D0D"/>
                <w:szCs w:val="20"/>
              </w:rPr>
              <w:t>No incompetent perforators seen.</w:t>
            </w:r>
          </w:p>
          <w:p w:rsidR="00994455" w:rsidRPr="003422BA" w:rsidRDefault="00994455" w:rsidP="00994455">
            <w:pPr>
              <w:jc w:val="both"/>
              <w:rPr>
                <w:color w:val="0D0D0D"/>
                <w:szCs w:val="20"/>
              </w:rPr>
            </w:pPr>
          </w:p>
          <w:p w:rsidR="00994455" w:rsidRPr="003422BA" w:rsidRDefault="00994455" w:rsidP="00994455">
            <w:pPr>
              <w:jc w:val="both"/>
              <w:rPr>
                <w:b/>
                <w:color w:val="0D0D0D"/>
                <w:szCs w:val="20"/>
                <w:u w:val="single"/>
              </w:rPr>
            </w:pPr>
            <w:r w:rsidRPr="003422BA">
              <w:rPr>
                <w:b/>
                <w:color w:val="0D0D0D"/>
                <w:szCs w:val="20"/>
                <w:u w:val="single"/>
              </w:rPr>
              <w:t>Superficial Veins:</w:t>
            </w:r>
          </w:p>
          <w:p w:rsidR="00994455" w:rsidRPr="003422BA" w:rsidRDefault="00BD394E" w:rsidP="0099445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   </w:t>
            </w:r>
          </w:p>
          <w:p w:rsidR="00BD394E" w:rsidRDefault="00994455" w:rsidP="00994455">
            <w:pPr>
              <w:jc w:val="both"/>
              <w:rPr>
                <w:szCs w:val="20"/>
              </w:rPr>
            </w:pPr>
            <w:r w:rsidRPr="003422BA">
              <w:rPr>
                <w:szCs w:val="20"/>
              </w:rPr>
              <w:t>The SFJ an</w:t>
            </w:r>
            <w:r w:rsidR="00BD394E">
              <w:rPr>
                <w:szCs w:val="20"/>
              </w:rPr>
              <w:t>d GSV were patent and competent to the proximal calf. App</w:t>
            </w:r>
            <w:r w:rsidR="006A3084">
              <w:rPr>
                <w:szCs w:val="20"/>
              </w:rPr>
              <w:t>roximately 4-5cm below the knee</w:t>
            </w:r>
            <w:r w:rsidR="00BD394E">
              <w:rPr>
                <w:szCs w:val="20"/>
              </w:rPr>
              <w:t xml:space="preserve">                crease the GSV becomes incompetent. A varicose vein is observed supplying the GSV tracking to the distal calf. Approximately 2-3cm above the medial malleolus the varix is observed draining into a competent perforator. GSV also communicates with the perforator and becomes competent to the ankle.    </w:t>
            </w:r>
          </w:p>
          <w:p w:rsidR="00BD394E" w:rsidRDefault="00BD394E" w:rsidP="00994455">
            <w:pPr>
              <w:jc w:val="both"/>
              <w:rPr>
                <w:szCs w:val="20"/>
              </w:rPr>
            </w:pPr>
          </w:p>
          <w:p w:rsidR="00994455" w:rsidRPr="003422BA" w:rsidRDefault="00BD394E" w:rsidP="0099445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The GSV is greater than 2mm throughout.                                                                                                                          </w:t>
            </w:r>
          </w:p>
          <w:p w:rsidR="00994455" w:rsidRPr="003422BA" w:rsidRDefault="00994455" w:rsidP="00994455">
            <w:pPr>
              <w:jc w:val="both"/>
              <w:rPr>
                <w:szCs w:val="20"/>
              </w:rPr>
            </w:pPr>
          </w:p>
          <w:p w:rsidR="009E0202" w:rsidRPr="005B28AA" w:rsidRDefault="00994455" w:rsidP="005B28AA">
            <w:pPr>
              <w:jc w:val="both"/>
              <w:rPr>
                <w:szCs w:val="20"/>
              </w:rPr>
            </w:pPr>
            <w:r w:rsidRPr="003422BA">
              <w:rPr>
                <w:szCs w:val="20"/>
              </w:rPr>
              <w:t>The SPJ and SSV were patent and competent.</w:t>
            </w:r>
            <w:bookmarkStart w:id="0" w:name="_GoBack"/>
            <w:bookmarkEnd w:id="0"/>
          </w:p>
        </w:tc>
      </w:tr>
      <w:tr w:rsidR="009D4370" w:rsidTr="00876A79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81" w:rsidRDefault="00DB6181" w:rsidP="005748E3">
      <w:r>
        <w:separator/>
      </w:r>
    </w:p>
  </w:endnote>
  <w:endnote w:type="continuationSeparator" w:id="0">
    <w:p w:rsidR="00DB6181" w:rsidRDefault="00DB6181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DB618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2848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9141460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4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9D68B6" w:rsidRPr="00B8442D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9D68B6" w:rsidRPr="00B8442D" w:rsidRDefault="009D68B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0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1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034083" w:rsidRPr="00B8442D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3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1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8B6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034083" w:rsidRPr="00B8442D" w:rsidRDefault="00034083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31" style="position:absolute;margin-left:168.15pt;margin-top:719.8pt;width:283.5pt;height:18.85pt;z-index:-251653632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FlX19TiAAAADQEAAA8AAAAAAAAAAAAAAAAAmAcAAGRycy9kb3du&#10;cmV2LnhtbFBLBQYAAAAABAAEAPMAAACnCAAAAAA=&#10;">
              <v:group id="Group 62" o:spid="_x0000_s1032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3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4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5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6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7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4" o:spid="_x0000_s1038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9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0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5" o:spid="_x0000_s1041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2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3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680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81" w:rsidRDefault="00DB6181" w:rsidP="005748E3">
      <w:r>
        <w:separator/>
      </w:r>
    </w:p>
  </w:footnote>
  <w:footnote w:type="continuationSeparator" w:id="0">
    <w:p w:rsidR="00DB6181" w:rsidRDefault="00DB6181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DB6181" w:rsidP="00F97841">
    <w:pPr>
      <w:pStyle w:val="CUSTOMHeaderSpacer"/>
    </w:pPr>
    <w:r>
      <w:rPr>
        <w:noProof/>
        <w:lang w:eastAsia="en-GB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77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2722245</wp:posOffset>
          </wp:positionH>
          <wp:positionV relativeFrom="page">
            <wp:posOffset>474980</wp:posOffset>
          </wp:positionV>
          <wp:extent cx="2106295" cy="889635"/>
          <wp:effectExtent l="0" t="0" r="8255" b="5715"/>
          <wp:wrapNone/>
          <wp:docPr id="19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DB618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1376680</wp:posOffset>
          </wp:positionH>
          <wp:positionV relativeFrom="paragraph">
            <wp:posOffset>3056255</wp:posOffset>
          </wp:positionV>
          <wp:extent cx="3670935" cy="5043805"/>
          <wp:effectExtent l="0" t="0" r="5715" b="4445"/>
          <wp:wrapNone/>
          <wp:docPr id="73" name="Picture 73" descr="1D VEINS OF THE LEG LEFT MEDIAL RIGHT MEDIAL BILATERAAmen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1D VEINS OF THE LEG LEFT MEDIAL RIGHT MEDIAL BILATERAAmend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81" b="1436"/>
                  <a:stretch>
                    <a:fillRect/>
                  </a:stretch>
                </pic:blipFill>
                <pic:spPr bwMode="auto">
                  <a:xfrm>
                    <a:off x="0" y="0"/>
                    <a:ext cx="3670935" cy="5043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632" behindDoc="0" locked="1" layoutInCell="0" allowOverlap="1">
              <wp:simplePos x="0" y="0"/>
              <wp:positionH relativeFrom="page">
                <wp:posOffset>4618990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8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424E73" w:rsidRPr="005D0996" w:rsidRDefault="00424E73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363.7pt;margin-top:267.6pt;width:102.05pt;height:17.6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Anterior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2608" behindDoc="0" locked="1" layoutInCell="0" allowOverlap="1">
              <wp:simplePos x="0" y="0"/>
              <wp:positionH relativeFrom="page">
                <wp:posOffset>1541145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7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424E73" w:rsidRPr="005D0996" w:rsidRDefault="00424E73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1" o:spid="_x0000_s1029" type="#_x0000_t202" style="position:absolute;margin-left:121.35pt;margin-top:267.6pt;width:106.65pt;height:17.6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Posterior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4684395</wp:posOffset>
          </wp:positionH>
          <wp:positionV relativeFrom="paragraph">
            <wp:posOffset>389890</wp:posOffset>
          </wp:positionV>
          <wp:extent cx="1800225" cy="520065"/>
          <wp:effectExtent l="0" t="0" r="952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20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728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42.5pt;margin-top:789.75pt;width:510.25pt;height:22.7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704" behindDoc="1" locked="1" layoutInCell="1" allowOverlap="1">
          <wp:simplePos x="0" y="0"/>
          <wp:positionH relativeFrom="page">
            <wp:posOffset>2722245</wp:posOffset>
          </wp:positionH>
          <wp:positionV relativeFrom="page">
            <wp:posOffset>474980</wp:posOffset>
          </wp:positionV>
          <wp:extent cx="2106295" cy="889635"/>
          <wp:effectExtent l="0" t="0" r="8255" b="5715"/>
          <wp:wrapNone/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81"/>
    <w:rsid w:val="00002C57"/>
    <w:rsid w:val="0002322E"/>
    <w:rsid w:val="00030ECC"/>
    <w:rsid w:val="00033B0B"/>
    <w:rsid w:val="00034083"/>
    <w:rsid w:val="0006170F"/>
    <w:rsid w:val="00075B57"/>
    <w:rsid w:val="000B1F8C"/>
    <w:rsid w:val="000C302A"/>
    <w:rsid w:val="000D03AD"/>
    <w:rsid w:val="000D12F2"/>
    <w:rsid w:val="0014708E"/>
    <w:rsid w:val="00156E8E"/>
    <w:rsid w:val="00186F8F"/>
    <w:rsid w:val="00191142"/>
    <w:rsid w:val="001A7AF4"/>
    <w:rsid w:val="001C2A3A"/>
    <w:rsid w:val="001C3912"/>
    <w:rsid w:val="00210977"/>
    <w:rsid w:val="00226007"/>
    <w:rsid w:val="00255B9E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422BA"/>
    <w:rsid w:val="00352F64"/>
    <w:rsid w:val="0036072E"/>
    <w:rsid w:val="00382C7D"/>
    <w:rsid w:val="003909B4"/>
    <w:rsid w:val="00394CF1"/>
    <w:rsid w:val="003A6622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85370"/>
    <w:rsid w:val="00591601"/>
    <w:rsid w:val="005947E5"/>
    <w:rsid w:val="00596D0F"/>
    <w:rsid w:val="005B28AA"/>
    <w:rsid w:val="005C197D"/>
    <w:rsid w:val="005C2500"/>
    <w:rsid w:val="005D4909"/>
    <w:rsid w:val="005E594C"/>
    <w:rsid w:val="005E6673"/>
    <w:rsid w:val="00624106"/>
    <w:rsid w:val="00632733"/>
    <w:rsid w:val="00644C5F"/>
    <w:rsid w:val="00661023"/>
    <w:rsid w:val="0067732A"/>
    <w:rsid w:val="006A3084"/>
    <w:rsid w:val="006B2888"/>
    <w:rsid w:val="006D3CE8"/>
    <w:rsid w:val="00701D82"/>
    <w:rsid w:val="007102C1"/>
    <w:rsid w:val="007112FB"/>
    <w:rsid w:val="00803E28"/>
    <w:rsid w:val="00804042"/>
    <w:rsid w:val="00811182"/>
    <w:rsid w:val="00813362"/>
    <w:rsid w:val="00854725"/>
    <w:rsid w:val="00876A79"/>
    <w:rsid w:val="00880184"/>
    <w:rsid w:val="00893153"/>
    <w:rsid w:val="008B3BF4"/>
    <w:rsid w:val="008B3C2A"/>
    <w:rsid w:val="008C4F7F"/>
    <w:rsid w:val="008D7BD9"/>
    <w:rsid w:val="008E77CD"/>
    <w:rsid w:val="00907CF4"/>
    <w:rsid w:val="00923531"/>
    <w:rsid w:val="00924EB0"/>
    <w:rsid w:val="009350DF"/>
    <w:rsid w:val="00942505"/>
    <w:rsid w:val="00943CA7"/>
    <w:rsid w:val="009466CD"/>
    <w:rsid w:val="00961297"/>
    <w:rsid w:val="00994455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AC6C14"/>
    <w:rsid w:val="00B03018"/>
    <w:rsid w:val="00B14AFB"/>
    <w:rsid w:val="00B35F22"/>
    <w:rsid w:val="00B415C1"/>
    <w:rsid w:val="00B734E8"/>
    <w:rsid w:val="00B73F68"/>
    <w:rsid w:val="00B87660"/>
    <w:rsid w:val="00BC5836"/>
    <w:rsid w:val="00BD394E"/>
    <w:rsid w:val="00C15B48"/>
    <w:rsid w:val="00C24FD1"/>
    <w:rsid w:val="00C36AA5"/>
    <w:rsid w:val="00C44E9D"/>
    <w:rsid w:val="00C64AE2"/>
    <w:rsid w:val="00C943BB"/>
    <w:rsid w:val="00CB3119"/>
    <w:rsid w:val="00D065FF"/>
    <w:rsid w:val="00D35CC3"/>
    <w:rsid w:val="00D86277"/>
    <w:rsid w:val="00D94904"/>
    <w:rsid w:val="00DB6181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835DA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5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5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Suleman\Templates%202019\Venous%20and%20DVT\Left%20Lower%20Limb%20Venous%20Insufficiency%20scan%20_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Diseased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Daniel.Sims</cp:lastModifiedBy>
  <cp:revision>3</cp:revision>
  <cp:lastPrinted>2019-08-08T14:08:00Z</cp:lastPrinted>
  <dcterms:created xsi:type="dcterms:W3CDTF">2019-08-08T14:06:00Z</dcterms:created>
  <dcterms:modified xsi:type="dcterms:W3CDTF">2019-08-08T14:08:00Z</dcterms:modified>
</cp:coreProperties>
</file>